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:rsidTr="00AB1C97">
        <w:trPr>
          <w:trHeight w:val="1987"/>
        </w:trPr>
        <w:tc>
          <w:tcPr>
            <w:tcW w:w="5387" w:type="dxa"/>
          </w:tcPr>
          <w:p w:rsidR="00D40650" w:rsidRPr="00A10E66" w:rsidRDefault="00D014D4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:rsidR="00BC1A62" w:rsidRPr="00BC1A62" w:rsidRDefault="00BC1A62" w:rsidP="007E7C35">
            <w:pPr>
              <w:pStyle w:val="AK"/>
            </w:pPr>
          </w:p>
        </w:tc>
      </w:tr>
      <w:tr w:rsidR="00D40650" w:rsidRPr="001D4CFB" w:rsidTr="00AB1C97">
        <w:trPr>
          <w:trHeight w:val="1985"/>
        </w:trPr>
        <w:tc>
          <w:tcPr>
            <w:tcW w:w="5387" w:type="dxa"/>
          </w:tcPr>
          <w:p w:rsidR="00124999" w:rsidRPr="006B118C" w:rsidRDefault="0037408F" w:rsidP="00BC1A62">
            <w:pPr>
              <w:pStyle w:val="Adressaat"/>
            </w:pPr>
            <w:r>
              <w:t>Rakvere Linnavalitsus</w:t>
            </w:r>
          </w:p>
          <w:p w:rsidR="003B2A9C" w:rsidRDefault="0037408F" w:rsidP="00763D3E">
            <w:pPr>
              <w:pStyle w:val="Adressaat"/>
            </w:pPr>
            <w:r w:rsidRPr="00BE48E3">
              <w:t>linnavalitsus@rakvere.ee</w:t>
            </w:r>
          </w:p>
          <w:p w:rsidR="009C5C50" w:rsidRDefault="009C5C50" w:rsidP="00763D3E">
            <w:pPr>
              <w:pStyle w:val="Adressaat"/>
            </w:pPr>
          </w:p>
          <w:p w:rsidR="009C5C50" w:rsidRDefault="009C5C50" w:rsidP="00763D3E">
            <w:pPr>
              <w:pStyle w:val="Adressaat"/>
            </w:pPr>
          </w:p>
          <w:p w:rsidR="0076200C" w:rsidRPr="009C5C50" w:rsidRDefault="0076200C" w:rsidP="00763D3E">
            <w:pPr>
              <w:pStyle w:val="Adressaat"/>
              <w:rPr>
                <w:rStyle w:val="Hperlink"/>
                <w:color w:val="auto"/>
                <w:u w:val="none"/>
              </w:rPr>
            </w:pPr>
          </w:p>
          <w:p w:rsidR="00797E80" w:rsidRDefault="00797E80" w:rsidP="00763D3E">
            <w:pPr>
              <w:pStyle w:val="Adressaat"/>
            </w:pPr>
          </w:p>
          <w:p w:rsidR="00135DB9" w:rsidRPr="004D264D" w:rsidRDefault="00135DB9" w:rsidP="00763D3E">
            <w:pPr>
              <w:pStyle w:val="Adressaat"/>
            </w:pPr>
          </w:p>
        </w:tc>
        <w:tc>
          <w:tcPr>
            <w:tcW w:w="3685" w:type="dxa"/>
          </w:tcPr>
          <w:p w:rsidR="0082339A" w:rsidRDefault="0082339A" w:rsidP="00D83DB1"/>
          <w:p w:rsidR="00F24D11" w:rsidRDefault="002C64BA" w:rsidP="00F24D11">
            <w:pPr>
              <w:ind w:right="142"/>
            </w:pPr>
            <w:r>
              <w:t>12</w:t>
            </w:r>
            <w:r w:rsidR="008E383D">
              <w:t>.</w:t>
            </w:r>
            <w:r w:rsidR="00B96D5A">
              <w:t>0</w:t>
            </w:r>
            <w:r>
              <w:t>3</w:t>
            </w:r>
            <w:r w:rsidR="008E383D">
              <w:t>.201</w:t>
            </w:r>
            <w:r>
              <w:t>9</w:t>
            </w:r>
            <w:r w:rsidR="008E383D">
              <w:t xml:space="preserve"> nr 7.2-2.3/</w:t>
            </w:r>
            <w:r w:rsidR="000405F6">
              <w:t>3026</w:t>
            </w:r>
            <w:r w:rsidR="00CD7A7A">
              <w:t>-1</w:t>
            </w:r>
          </w:p>
          <w:p w:rsidR="00064955" w:rsidRPr="001D4CFB" w:rsidRDefault="00064955" w:rsidP="00AB1C97"/>
        </w:tc>
      </w:tr>
    </w:tbl>
    <w:p w:rsidR="00BC1A62" w:rsidRPr="00835858" w:rsidRDefault="0037408F" w:rsidP="00835858">
      <w:pPr>
        <w:pStyle w:val="Pealkiri"/>
      </w:pPr>
      <w:r>
        <w:t>Märgukiri</w:t>
      </w:r>
    </w:p>
    <w:p w:rsidR="00264F51" w:rsidRDefault="0037408F" w:rsidP="0094752E">
      <w:pPr>
        <w:widowControl/>
        <w:suppressAutoHyphens w:val="0"/>
        <w:spacing w:line="240" w:lineRule="auto"/>
        <w:rPr>
          <w:rFonts w:eastAsiaTheme="minorEastAsia"/>
          <w:color w:val="000000"/>
          <w:kern w:val="0"/>
          <w:lang w:eastAsia="en-US" w:bidi="ar-SA"/>
        </w:rPr>
      </w:pPr>
      <w:r>
        <w:rPr>
          <w:spacing w:val="-5"/>
          <w:lang w:eastAsia="et-EE"/>
        </w:rPr>
        <w:t xml:space="preserve">Teostasime </w:t>
      </w:r>
      <w:r w:rsidR="002C64BA">
        <w:rPr>
          <w:spacing w:val="-5"/>
          <w:lang w:eastAsia="et-EE"/>
        </w:rPr>
        <w:t>11</w:t>
      </w:r>
      <w:r w:rsidR="00F15212">
        <w:rPr>
          <w:spacing w:val="-5"/>
          <w:lang w:eastAsia="et-EE"/>
        </w:rPr>
        <w:t>.0</w:t>
      </w:r>
      <w:r w:rsidR="002C64BA">
        <w:rPr>
          <w:spacing w:val="-5"/>
          <w:lang w:eastAsia="et-EE"/>
        </w:rPr>
        <w:t>3</w:t>
      </w:r>
      <w:r>
        <w:rPr>
          <w:spacing w:val="-5"/>
          <w:lang w:eastAsia="et-EE"/>
        </w:rPr>
        <w:t>.201</w:t>
      </w:r>
      <w:r w:rsidR="002C64BA">
        <w:rPr>
          <w:spacing w:val="-5"/>
          <w:lang w:eastAsia="et-EE"/>
        </w:rPr>
        <w:t>9</w:t>
      </w:r>
      <w:r>
        <w:rPr>
          <w:spacing w:val="-5"/>
          <w:lang w:eastAsia="et-EE"/>
        </w:rPr>
        <w:t xml:space="preserve"> paikvaatluse aadressil </w:t>
      </w:r>
      <w:r w:rsidR="000C5C8F">
        <w:rPr>
          <w:spacing w:val="-5"/>
          <w:lang w:eastAsia="et-EE"/>
        </w:rPr>
        <w:t>Tallinna 49</w:t>
      </w:r>
      <w:r>
        <w:rPr>
          <w:spacing w:val="-5"/>
          <w:lang w:eastAsia="et-EE"/>
        </w:rPr>
        <w:t>, Rakvere, Lääne-Viru maakond asuvas hoones.</w:t>
      </w:r>
    </w:p>
    <w:p w:rsidR="00FF273B" w:rsidRDefault="00FF273B" w:rsidP="00D106F1">
      <w:pPr>
        <w:pStyle w:val="Vahedeta"/>
      </w:pPr>
    </w:p>
    <w:p w:rsidR="0037408F" w:rsidRDefault="0037408F" w:rsidP="00D106F1">
      <w:pPr>
        <w:pStyle w:val="Vahedeta"/>
      </w:pPr>
      <w:r>
        <w:t xml:space="preserve">Paikvaatlusel tuvastasime, et </w:t>
      </w:r>
      <w:r w:rsidR="000C5C8F">
        <w:t>kinnistul</w:t>
      </w:r>
      <w:r w:rsidR="000C5C8F">
        <w:t xml:space="preserve"> asub</w:t>
      </w:r>
      <w:r w:rsidR="000C5C8F">
        <w:t xml:space="preserve"> 3-korruseline hoone, kus pakutakse majutusteenust. </w:t>
      </w:r>
      <w:r w:rsidR="000C5C8F">
        <w:t xml:space="preserve">Lisaks </w:t>
      </w:r>
      <w:r w:rsidR="000C5C8F">
        <w:t>asub</w:t>
      </w:r>
      <w:r w:rsidR="000C5C8F">
        <w:t xml:space="preserve"> </w:t>
      </w:r>
      <w:r w:rsidR="000C5C8F">
        <w:t>kinnistul ka kuur.</w:t>
      </w:r>
      <w:r>
        <w:t xml:space="preserve"> </w:t>
      </w:r>
      <w:r w:rsidR="000C5C8F">
        <w:t>Ehitisregistri andmetel on hoone 2-korruseline, peamine kasutamise otstarve on muu tööstuse laohoone ning hoone suletud netopind on 550 m</w:t>
      </w:r>
      <w:r w:rsidR="000C5C8F">
        <w:rPr>
          <w:vertAlign w:val="superscript"/>
        </w:rPr>
        <w:t>2</w:t>
      </w:r>
      <w:r w:rsidR="000C5C8F">
        <w:t>.</w:t>
      </w:r>
      <w:r w:rsidR="007E68E2">
        <w:t xml:space="preserve"> Seega ei kasutata hoonet ettenähtud kasutamisotstarbele</w:t>
      </w:r>
      <w:r w:rsidR="00C40F3D">
        <w:t>.</w:t>
      </w:r>
    </w:p>
    <w:p w:rsidR="00C40F3D" w:rsidRDefault="00C40F3D" w:rsidP="00D106F1">
      <w:pPr>
        <w:pStyle w:val="Vahedeta"/>
      </w:pPr>
    </w:p>
    <w:p w:rsidR="00A81A0E" w:rsidRDefault="00A81A0E" w:rsidP="00D106F1">
      <w:pPr>
        <w:pStyle w:val="Vahedeta"/>
        <w:rPr>
          <w:lang w:eastAsia="et-EE"/>
        </w:rPr>
      </w:pPr>
      <w:r>
        <w:rPr>
          <w:lang w:eastAsia="et-EE"/>
        </w:rPr>
        <w:t xml:space="preserve">Ehitusseadustiku § 50 lg 1 tulenevalt on kasutusluba nõutav sama seaduse lisas 2 kirjeldatud ehitiste ja nende kasutamisotstarbe muutmise korral. </w:t>
      </w:r>
    </w:p>
    <w:p w:rsidR="007E68E2" w:rsidRDefault="007E68E2" w:rsidP="00D106F1">
      <w:pPr>
        <w:pStyle w:val="Vahedeta"/>
        <w:rPr>
          <w:lang w:eastAsia="et-EE"/>
        </w:rPr>
      </w:pPr>
      <w:bookmarkStart w:id="0" w:name="_GoBack"/>
      <w:bookmarkEnd w:id="0"/>
    </w:p>
    <w:p w:rsidR="00C40F3D" w:rsidRDefault="00A81A0E" w:rsidP="00D106F1">
      <w:pPr>
        <w:pStyle w:val="Vahedeta"/>
      </w:pPr>
      <w:r w:rsidRPr="00B24420">
        <w:rPr>
          <w:lang w:eastAsia="et-EE"/>
        </w:rPr>
        <w:t>Vastavalt ehitusseadustiku § 130 lg 2 p 4</w:t>
      </w:r>
      <w:r w:rsidR="00225C80">
        <w:rPr>
          <w:lang w:eastAsia="et-EE"/>
        </w:rPr>
        <w:t xml:space="preserve"> kohaselt</w:t>
      </w:r>
      <w:r w:rsidRPr="00B24420">
        <w:rPr>
          <w:lang w:eastAsia="et-EE"/>
        </w:rPr>
        <w:t xml:space="preserve"> teostab kohaliku omavalitsuse üksus riiklikku</w:t>
      </w:r>
      <w:r w:rsidR="00FE7C85">
        <w:rPr>
          <w:lang w:eastAsia="et-EE"/>
        </w:rPr>
        <w:t xml:space="preserve"> järelevalvet, kontrollides muu</w:t>
      </w:r>
      <w:r w:rsidRPr="00B24420">
        <w:rPr>
          <w:lang w:eastAsia="et-EE"/>
        </w:rPr>
        <w:t>hulgas ka ehitise</w:t>
      </w:r>
      <w:r w:rsidR="00FE7C85">
        <w:rPr>
          <w:lang w:eastAsia="et-EE"/>
        </w:rPr>
        <w:t xml:space="preserve"> kasutusteatise või</w:t>
      </w:r>
      <w:r w:rsidRPr="00B24420">
        <w:rPr>
          <w:lang w:eastAsia="et-EE"/>
        </w:rPr>
        <w:t xml:space="preserve"> kasutusloa olemasolu</w:t>
      </w:r>
      <w:r>
        <w:rPr>
          <w:lang w:eastAsia="et-EE"/>
        </w:rPr>
        <w:t xml:space="preserve"> ja </w:t>
      </w:r>
      <w:r w:rsidR="00FE7C85">
        <w:rPr>
          <w:lang w:eastAsia="et-EE"/>
        </w:rPr>
        <w:t xml:space="preserve">sellele kantud </w:t>
      </w:r>
      <w:r>
        <w:rPr>
          <w:lang w:eastAsia="et-EE"/>
        </w:rPr>
        <w:t xml:space="preserve">andmete vastavust </w:t>
      </w:r>
      <w:r w:rsidR="00234691">
        <w:rPr>
          <w:lang w:eastAsia="et-EE"/>
        </w:rPr>
        <w:t>tegelikkusele</w:t>
      </w:r>
      <w:r w:rsidRPr="00B24420">
        <w:rPr>
          <w:lang w:eastAsia="et-EE"/>
        </w:rPr>
        <w:t>.</w:t>
      </w:r>
    </w:p>
    <w:p w:rsidR="00A81A0E" w:rsidRDefault="00A81A0E" w:rsidP="00D106F1">
      <w:pPr>
        <w:pStyle w:val="Vahedeta"/>
      </w:pPr>
    </w:p>
    <w:p w:rsidR="008C2C9C" w:rsidRDefault="008C2C9C" w:rsidP="008C2C9C">
      <w:pPr>
        <w:pStyle w:val="Snum"/>
      </w:pPr>
      <w:r>
        <w:rPr>
          <w:lang w:eastAsia="et-EE"/>
        </w:rPr>
        <w:t>Rakendatud meetmetest palume meid teavitada 30 päeva jooksul e-posti aadressil taisto.toiger@rescue.ee</w:t>
      </w:r>
    </w:p>
    <w:p w:rsidR="00A81A0E" w:rsidRDefault="00A81A0E" w:rsidP="00D106F1">
      <w:pPr>
        <w:pStyle w:val="Vahedeta"/>
      </w:pPr>
    </w:p>
    <w:p w:rsidR="008C2C9C" w:rsidRDefault="008C2C9C" w:rsidP="0085305B">
      <w:pPr>
        <w:pStyle w:val="Snum"/>
      </w:pPr>
    </w:p>
    <w:p w:rsidR="008C2C9C" w:rsidRDefault="008C2C9C" w:rsidP="0085305B">
      <w:pPr>
        <w:pStyle w:val="Snum"/>
      </w:pPr>
    </w:p>
    <w:p w:rsidR="0085305B" w:rsidRDefault="0085305B" w:rsidP="0085305B">
      <w:pPr>
        <w:pStyle w:val="Snum"/>
      </w:pPr>
      <w:r>
        <w:t>Lugupidamisega</w:t>
      </w:r>
    </w:p>
    <w:p w:rsidR="00A13FDE" w:rsidRDefault="00A13FDE" w:rsidP="00A175F2">
      <w:pPr>
        <w:pStyle w:val="Snum"/>
      </w:pPr>
    </w:p>
    <w:p w:rsidR="0085305B" w:rsidRDefault="0085305B" w:rsidP="00A175F2">
      <w:pPr>
        <w:pStyle w:val="Snum"/>
      </w:pPr>
    </w:p>
    <w:p w:rsidR="0085305B" w:rsidRDefault="0085305B" w:rsidP="00A175F2">
      <w:pPr>
        <w:pStyle w:val="Snum"/>
      </w:pPr>
    </w:p>
    <w:p w:rsidR="00A13FDE" w:rsidRDefault="00A13FDE" w:rsidP="00A175F2">
      <w:pPr>
        <w:pStyle w:val="Snum"/>
      </w:pPr>
      <w:r>
        <w:t>(allkirjastatud digitaalselt)</w:t>
      </w:r>
    </w:p>
    <w:p w:rsidR="00A13FDE" w:rsidRDefault="00637E1A" w:rsidP="00A175F2">
      <w:pPr>
        <w:pStyle w:val="Snum"/>
      </w:pPr>
      <w:r>
        <w:t>Taisto Toiger</w:t>
      </w:r>
    </w:p>
    <w:p w:rsidR="00A13FDE" w:rsidRDefault="005413D2" w:rsidP="00A175F2">
      <w:pPr>
        <w:pStyle w:val="Snum"/>
      </w:pPr>
      <w:r>
        <w:t>vaneminspektor</w:t>
      </w:r>
    </w:p>
    <w:p w:rsidR="00A13FDE" w:rsidRDefault="00C276FE" w:rsidP="00A175F2">
      <w:pPr>
        <w:pStyle w:val="Snum"/>
      </w:pPr>
      <w:r>
        <w:t>ohutusjärelevalve</w:t>
      </w:r>
      <w:r w:rsidR="005413D2">
        <w:t xml:space="preserve"> büroo</w:t>
      </w:r>
    </w:p>
    <w:p w:rsidR="00A13FDE" w:rsidRDefault="005413D2" w:rsidP="00A175F2">
      <w:pPr>
        <w:pStyle w:val="Snum"/>
      </w:pPr>
      <w:r>
        <w:t>Ida päästekeskus</w:t>
      </w:r>
    </w:p>
    <w:p w:rsidR="00A13FDE" w:rsidRDefault="00A13FDE" w:rsidP="00641D34">
      <w:pPr>
        <w:pStyle w:val="Snum"/>
        <w:jc w:val="center"/>
      </w:pPr>
    </w:p>
    <w:p w:rsidR="00B638EC" w:rsidRDefault="00B638EC" w:rsidP="00A175F2">
      <w:pPr>
        <w:pStyle w:val="Snum"/>
      </w:pPr>
    </w:p>
    <w:p w:rsidR="009E3C73" w:rsidRDefault="009E3C73" w:rsidP="00A175F2">
      <w:pPr>
        <w:pStyle w:val="Snum"/>
      </w:pPr>
    </w:p>
    <w:p w:rsidR="009E3C73" w:rsidRDefault="009E3C73" w:rsidP="00A175F2">
      <w:pPr>
        <w:pStyle w:val="Snum"/>
      </w:pPr>
    </w:p>
    <w:p w:rsidR="009E3C73" w:rsidRDefault="009E3C73" w:rsidP="00A175F2">
      <w:pPr>
        <w:pStyle w:val="Snum"/>
      </w:pPr>
    </w:p>
    <w:p w:rsidR="00A13FDE" w:rsidRDefault="00AD61FC" w:rsidP="00A175F2">
      <w:pPr>
        <w:pStyle w:val="Snum"/>
      </w:pPr>
      <w:r>
        <w:t>322</w:t>
      </w:r>
      <w:r w:rsidR="00A13FDE">
        <w:t xml:space="preserve"> </w:t>
      </w:r>
      <w:r>
        <w:t>2722</w:t>
      </w:r>
    </w:p>
    <w:p w:rsidR="00BD078E" w:rsidRPr="00BD078E" w:rsidRDefault="00672173" w:rsidP="00A175F2">
      <w:pPr>
        <w:pStyle w:val="Snum"/>
      </w:pPr>
      <w:r>
        <w:t>taisto.toiger</w:t>
      </w:r>
      <w:r w:rsidR="00A13FDE">
        <w:t>@</w:t>
      </w:r>
      <w:r w:rsidR="003F0E57">
        <w:t>rescue</w:t>
      </w:r>
      <w:r w:rsidR="00A13FDE">
        <w:t>.ee</w:t>
      </w:r>
    </w:p>
    <w:sectPr w:rsidR="00BD078E" w:rsidRPr="00BD078E" w:rsidSect="00EA65D1">
      <w:foot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C9B" w:rsidRDefault="00B95C9B" w:rsidP="00DF44DF">
      <w:r>
        <w:separator/>
      </w:r>
    </w:p>
  </w:endnote>
  <w:endnote w:type="continuationSeparator" w:id="0">
    <w:p w:rsidR="00B95C9B" w:rsidRDefault="00B95C9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A9C" w:rsidRPr="00AD2EA7" w:rsidRDefault="003B2A9C" w:rsidP="007056E1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0C5C8F">
      <w:rPr>
        <w:noProof/>
      </w:rPr>
      <w:t>2</w:t>
    </w:r>
    <w:r w:rsidRPr="00AD2EA7">
      <w:fldChar w:fldCharType="end"/>
    </w:r>
    <w:r w:rsidRPr="00AD2EA7">
      <w:t xml:space="preserve"> (</w:t>
    </w:r>
    <w:r w:rsidR="00B95C9B">
      <w:rPr>
        <w:noProof/>
      </w:rPr>
      <w:fldChar w:fldCharType="begin"/>
    </w:r>
    <w:r w:rsidR="00B95C9B">
      <w:rPr>
        <w:noProof/>
      </w:rPr>
      <w:instrText xml:space="preserve"> NUMPAGES </w:instrText>
    </w:r>
    <w:r w:rsidR="00B95C9B">
      <w:rPr>
        <w:noProof/>
      </w:rPr>
      <w:fldChar w:fldCharType="separate"/>
    </w:r>
    <w:r w:rsidR="000C5C8F">
      <w:rPr>
        <w:noProof/>
      </w:rPr>
      <w:t>2</w:t>
    </w:r>
    <w:r w:rsidR="00B95C9B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D34" w:rsidRDefault="00641D34" w:rsidP="00641D34">
    <w:pPr>
      <w:pStyle w:val="Jalus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>
      <w:t>339</w:t>
    </w:r>
    <w:r w:rsidRPr="000A17B5">
      <w:t xml:space="preserve"> </w:t>
    </w:r>
    <w:r>
      <w:t>1900</w:t>
    </w:r>
    <w:r w:rsidRPr="000A17B5">
      <w:t xml:space="preserve"> / </w:t>
    </w:r>
    <w:r>
      <w:t>ida@rescue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:rsidR="00124999" w:rsidRDefault="00641D34" w:rsidP="00A8383A">
    <w:pPr>
      <w:pStyle w:val="Jalus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C9B" w:rsidRDefault="00B95C9B" w:rsidP="00DF44DF">
      <w:r>
        <w:separator/>
      </w:r>
    </w:p>
  </w:footnote>
  <w:footnote w:type="continuationSeparator" w:id="0">
    <w:p w:rsidR="00B95C9B" w:rsidRDefault="00B95C9B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004D"/>
    <w:rsid w:val="00003848"/>
    <w:rsid w:val="000055EB"/>
    <w:rsid w:val="0002353E"/>
    <w:rsid w:val="000247E8"/>
    <w:rsid w:val="00036B2F"/>
    <w:rsid w:val="000405F6"/>
    <w:rsid w:val="00047139"/>
    <w:rsid w:val="000475BE"/>
    <w:rsid w:val="00060947"/>
    <w:rsid w:val="00060BAB"/>
    <w:rsid w:val="0006311C"/>
    <w:rsid w:val="00064050"/>
    <w:rsid w:val="00064955"/>
    <w:rsid w:val="0006793B"/>
    <w:rsid w:val="00071372"/>
    <w:rsid w:val="0007657D"/>
    <w:rsid w:val="0008152B"/>
    <w:rsid w:val="000826A0"/>
    <w:rsid w:val="000847EF"/>
    <w:rsid w:val="00085EFC"/>
    <w:rsid w:val="000913FC"/>
    <w:rsid w:val="000948E2"/>
    <w:rsid w:val="000953F8"/>
    <w:rsid w:val="00095D4F"/>
    <w:rsid w:val="000A17B5"/>
    <w:rsid w:val="000A339C"/>
    <w:rsid w:val="000A3A4C"/>
    <w:rsid w:val="000A5C56"/>
    <w:rsid w:val="000B127E"/>
    <w:rsid w:val="000B3E0A"/>
    <w:rsid w:val="000B79E7"/>
    <w:rsid w:val="000C1C7A"/>
    <w:rsid w:val="000C5C8F"/>
    <w:rsid w:val="000D55DC"/>
    <w:rsid w:val="000D61C4"/>
    <w:rsid w:val="000E0652"/>
    <w:rsid w:val="000E5750"/>
    <w:rsid w:val="000F79A0"/>
    <w:rsid w:val="00100017"/>
    <w:rsid w:val="001065E0"/>
    <w:rsid w:val="001077D5"/>
    <w:rsid w:val="00111C6C"/>
    <w:rsid w:val="001172B0"/>
    <w:rsid w:val="00122B88"/>
    <w:rsid w:val="00122DDD"/>
    <w:rsid w:val="00123BA7"/>
    <w:rsid w:val="00124999"/>
    <w:rsid w:val="00125FE0"/>
    <w:rsid w:val="001334C1"/>
    <w:rsid w:val="00135DB9"/>
    <w:rsid w:val="001420BC"/>
    <w:rsid w:val="00142ACE"/>
    <w:rsid w:val="001502F7"/>
    <w:rsid w:val="00151B07"/>
    <w:rsid w:val="001523BD"/>
    <w:rsid w:val="00153C8D"/>
    <w:rsid w:val="00162624"/>
    <w:rsid w:val="00163BD0"/>
    <w:rsid w:val="0017017D"/>
    <w:rsid w:val="0017322E"/>
    <w:rsid w:val="0017519A"/>
    <w:rsid w:val="00175E83"/>
    <w:rsid w:val="00177965"/>
    <w:rsid w:val="00177D4E"/>
    <w:rsid w:val="0018105D"/>
    <w:rsid w:val="00181CCB"/>
    <w:rsid w:val="00184C81"/>
    <w:rsid w:val="00190311"/>
    <w:rsid w:val="00191351"/>
    <w:rsid w:val="00191C23"/>
    <w:rsid w:val="0019544C"/>
    <w:rsid w:val="001A370E"/>
    <w:rsid w:val="001A5B75"/>
    <w:rsid w:val="001A785C"/>
    <w:rsid w:val="001A7B31"/>
    <w:rsid w:val="001A7D04"/>
    <w:rsid w:val="001B4610"/>
    <w:rsid w:val="001B6F61"/>
    <w:rsid w:val="001D30AD"/>
    <w:rsid w:val="001D4770"/>
    <w:rsid w:val="001D4CFB"/>
    <w:rsid w:val="001D4F3A"/>
    <w:rsid w:val="001E065A"/>
    <w:rsid w:val="001E6474"/>
    <w:rsid w:val="001F08CC"/>
    <w:rsid w:val="001F2A26"/>
    <w:rsid w:val="001F2F98"/>
    <w:rsid w:val="001F54B5"/>
    <w:rsid w:val="002008A2"/>
    <w:rsid w:val="002032B4"/>
    <w:rsid w:val="002048BF"/>
    <w:rsid w:val="00204EB5"/>
    <w:rsid w:val="0021606A"/>
    <w:rsid w:val="00222A5E"/>
    <w:rsid w:val="002233DD"/>
    <w:rsid w:val="00224745"/>
    <w:rsid w:val="00225C80"/>
    <w:rsid w:val="00226E96"/>
    <w:rsid w:val="00234691"/>
    <w:rsid w:val="00234EA4"/>
    <w:rsid w:val="00236771"/>
    <w:rsid w:val="002509C6"/>
    <w:rsid w:val="002527AE"/>
    <w:rsid w:val="0025491D"/>
    <w:rsid w:val="00256D8B"/>
    <w:rsid w:val="00264F51"/>
    <w:rsid w:val="00265ED5"/>
    <w:rsid w:val="00266B30"/>
    <w:rsid w:val="00273315"/>
    <w:rsid w:val="00273631"/>
    <w:rsid w:val="00280B02"/>
    <w:rsid w:val="002820CA"/>
    <w:rsid w:val="002835BB"/>
    <w:rsid w:val="0028417F"/>
    <w:rsid w:val="00293449"/>
    <w:rsid w:val="00296A0C"/>
    <w:rsid w:val="002A1D15"/>
    <w:rsid w:val="002C18D7"/>
    <w:rsid w:val="002C21FE"/>
    <w:rsid w:val="002C61F1"/>
    <w:rsid w:val="002C64BA"/>
    <w:rsid w:val="002D18B4"/>
    <w:rsid w:val="002D21FD"/>
    <w:rsid w:val="002D255A"/>
    <w:rsid w:val="002D3F7A"/>
    <w:rsid w:val="002D77AE"/>
    <w:rsid w:val="002E092F"/>
    <w:rsid w:val="002E0C41"/>
    <w:rsid w:val="002E20E4"/>
    <w:rsid w:val="002F254F"/>
    <w:rsid w:val="002F47B6"/>
    <w:rsid w:val="002F4EA6"/>
    <w:rsid w:val="002F583C"/>
    <w:rsid w:val="002F6A09"/>
    <w:rsid w:val="00313056"/>
    <w:rsid w:val="003150C4"/>
    <w:rsid w:val="00320F9A"/>
    <w:rsid w:val="00323EAD"/>
    <w:rsid w:val="00324928"/>
    <w:rsid w:val="0032562E"/>
    <w:rsid w:val="00325B5D"/>
    <w:rsid w:val="00327381"/>
    <w:rsid w:val="0033115D"/>
    <w:rsid w:val="00337DB6"/>
    <w:rsid w:val="00341401"/>
    <w:rsid w:val="0034719C"/>
    <w:rsid w:val="0034797E"/>
    <w:rsid w:val="00352495"/>
    <w:rsid w:val="00354059"/>
    <w:rsid w:val="00357BA3"/>
    <w:rsid w:val="00361983"/>
    <w:rsid w:val="00362ED8"/>
    <w:rsid w:val="00366CBD"/>
    <w:rsid w:val="00367F7B"/>
    <w:rsid w:val="00370DE0"/>
    <w:rsid w:val="0037139D"/>
    <w:rsid w:val="003722E7"/>
    <w:rsid w:val="00373310"/>
    <w:rsid w:val="00373F53"/>
    <w:rsid w:val="0037408F"/>
    <w:rsid w:val="00391931"/>
    <w:rsid w:val="00394DCB"/>
    <w:rsid w:val="00396FE4"/>
    <w:rsid w:val="003A6D2C"/>
    <w:rsid w:val="003B1258"/>
    <w:rsid w:val="003B2A9C"/>
    <w:rsid w:val="003B4F24"/>
    <w:rsid w:val="003C3BEC"/>
    <w:rsid w:val="003C772B"/>
    <w:rsid w:val="003D2111"/>
    <w:rsid w:val="003D23E6"/>
    <w:rsid w:val="003D46C4"/>
    <w:rsid w:val="003D689E"/>
    <w:rsid w:val="003E28C9"/>
    <w:rsid w:val="003F0E57"/>
    <w:rsid w:val="003F66EE"/>
    <w:rsid w:val="004017C9"/>
    <w:rsid w:val="0040304C"/>
    <w:rsid w:val="004206FB"/>
    <w:rsid w:val="00422D29"/>
    <w:rsid w:val="00426EF8"/>
    <w:rsid w:val="004304D5"/>
    <w:rsid w:val="0043485A"/>
    <w:rsid w:val="00435A13"/>
    <w:rsid w:val="0044084D"/>
    <w:rsid w:val="004434F1"/>
    <w:rsid w:val="00446DE8"/>
    <w:rsid w:val="00450FB0"/>
    <w:rsid w:val="00461625"/>
    <w:rsid w:val="004662FB"/>
    <w:rsid w:val="00471A86"/>
    <w:rsid w:val="00474930"/>
    <w:rsid w:val="00477AAB"/>
    <w:rsid w:val="00481603"/>
    <w:rsid w:val="00482825"/>
    <w:rsid w:val="00482E94"/>
    <w:rsid w:val="004A01FF"/>
    <w:rsid w:val="004A05BC"/>
    <w:rsid w:val="004A4009"/>
    <w:rsid w:val="004C1391"/>
    <w:rsid w:val="004C3A98"/>
    <w:rsid w:val="004D11C8"/>
    <w:rsid w:val="004D15FA"/>
    <w:rsid w:val="004D264D"/>
    <w:rsid w:val="004E02F6"/>
    <w:rsid w:val="004E0E68"/>
    <w:rsid w:val="004F37DF"/>
    <w:rsid w:val="005025E2"/>
    <w:rsid w:val="00503607"/>
    <w:rsid w:val="00504BAF"/>
    <w:rsid w:val="0050568E"/>
    <w:rsid w:val="00505B80"/>
    <w:rsid w:val="00506E35"/>
    <w:rsid w:val="00514033"/>
    <w:rsid w:val="0051767D"/>
    <w:rsid w:val="00530195"/>
    <w:rsid w:val="00530458"/>
    <w:rsid w:val="00530FB5"/>
    <w:rsid w:val="005338D9"/>
    <w:rsid w:val="005359E2"/>
    <w:rsid w:val="00535DA4"/>
    <w:rsid w:val="005413D2"/>
    <w:rsid w:val="005448AD"/>
    <w:rsid w:val="00546204"/>
    <w:rsid w:val="00551E24"/>
    <w:rsid w:val="00555B11"/>
    <w:rsid w:val="00557534"/>
    <w:rsid w:val="00557AD5"/>
    <w:rsid w:val="00560A92"/>
    <w:rsid w:val="00561B3D"/>
    <w:rsid w:val="00564569"/>
    <w:rsid w:val="005773C5"/>
    <w:rsid w:val="0058110C"/>
    <w:rsid w:val="00593E52"/>
    <w:rsid w:val="00597C3F"/>
    <w:rsid w:val="005A3FDD"/>
    <w:rsid w:val="005A41E3"/>
    <w:rsid w:val="005B0A77"/>
    <w:rsid w:val="005B5CE1"/>
    <w:rsid w:val="005B7E6C"/>
    <w:rsid w:val="005C05B6"/>
    <w:rsid w:val="005D1942"/>
    <w:rsid w:val="005D2130"/>
    <w:rsid w:val="005E378D"/>
    <w:rsid w:val="005E3AED"/>
    <w:rsid w:val="005E41B1"/>
    <w:rsid w:val="005E45BB"/>
    <w:rsid w:val="005F1F00"/>
    <w:rsid w:val="005F51C7"/>
    <w:rsid w:val="005F5931"/>
    <w:rsid w:val="005F63CE"/>
    <w:rsid w:val="005F6500"/>
    <w:rsid w:val="0060241F"/>
    <w:rsid w:val="00602834"/>
    <w:rsid w:val="00602CE5"/>
    <w:rsid w:val="00603692"/>
    <w:rsid w:val="00604886"/>
    <w:rsid w:val="006109A8"/>
    <w:rsid w:val="00612AA0"/>
    <w:rsid w:val="00616E96"/>
    <w:rsid w:val="00623623"/>
    <w:rsid w:val="00623696"/>
    <w:rsid w:val="006266CA"/>
    <w:rsid w:val="00632423"/>
    <w:rsid w:val="00632C9B"/>
    <w:rsid w:val="00633186"/>
    <w:rsid w:val="006372C9"/>
    <w:rsid w:val="00637E1A"/>
    <w:rsid w:val="00641D34"/>
    <w:rsid w:val="00651F97"/>
    <w:rsid w:val="0065723C"/>
    <w:rsid w:val="00657DA2"/>
    <w:rsid w:val="00667E9B"/>
    <w:rsid w:val="00672173"/>
    <w:rsid w:val="006733E9"/>
    <w:rsid w:val="00676284"/>
    <w:rsid w:val="00680609"/>
    <w:rsid w:val="006A01AC"/>
    <w:rsid w:val="006A4ACD"/>
    <w:rsid w:val="006A7DAF"/>
    <w:rsid w:val="006B033E"/>
    <w:rsid w:val="006B118C"/>
    <w:rsid w:val="006B440A"/>
    <w:rsid w:val="006B7526"/>
    <w:rsid w:val="006C3666"/>
    <w:rsid w:val="006C5716"/>
    <w:rsid w:val="006C7A8E"/>
    <w:rsid w:val="006D0DEA"/>
    <w:rsid w:val="006E16BD"/>
    <w:rsid w:val="006F072C"/>
    <w:rsid w:val="006F3BB9"/>
    <w:rsid w:val="006F47FF"/>
    <w:rsid w:val="006F6A7D"/>
    <w:rsid w:val="006F72D7"/>
    <w:rsid w:val="007024DA"/>
    <w:rsid w:val="007056E1"/>
    <w:rsid w:val="00706F70"/>
    <w:rsid w:val="00712C5F"/>
    <w:rsid w:val="00713327"/>
    <w:rsid w:val="007138EB"/>
    <w:rsid w:val="00713B72"/>
    <w:rsid w:val="0071799C"/>
    <w:rsid w:val="007201C0"/>
    <w:rsid w:val="007226C1"/>
    <w:rsid w:val="00732418"/>
    <w:rsid w:val="007358BF"/>
    <w:rsid w:val="007465E5"/>
    <w:rsid w:val="00753630"/>
    <w:rsid w:val="0075380D"/>
    <w:rsid w:val="0075695A"/>
    <w:rsid w:val="007615EE"/>
    <w:rsid w:val="0076200C"/>
    <w:rsid w:val="00763D3E"/>
    <w:rsid w:val="00764C74"/>
    <w:rsid w:val="007663F2"/>
    <w:rsid w:val="0077113E"/>
    <w:rsid w:val="00776342"/>
    <w:rsid w:val="00780FC0"/>
    <w:rsid w:val="00781B91"/>
    <w:rsid w:val="007861BA"/>
    <w:rsid w:val="00787CBF"/>
    <w:rsid w:val="0079540C"/>
    <w:rsid w:val="00797E80"/>
    <w:rsid w:val="007A1DE8"/>
    <w:rsid w:val="007A5030"/>
    <w:rsid w:val="007B1FD2"/>
    <w:rsid w:val="007C0359"/>
    <w:rsid w:val="007C19C3"/>
    <w:rsid w:val="007C7163"/>
    <w:rsid w:val="007D09F7"/>
    <w:rsid w:val="007D54FC"/>
    <w:rsid w:val="007D6F91"/>
    <w:rsid w:val="007E0D39"/>
    <w:rsid w:val="007E6526"/>
    <w:rsid w:val="007E68E2"/>
    <w:rsid w:val="007E7C35"/>
    <w:rsid w:val="007F467C"/>
    <w:rsid w:val="007F6610"/>
    <w:rsid w:val="007F667E"/>
    <w:rsid w:val="00803908"/>
    <w:rsid w:val="00812ED6"/>
    <w:rsid w:val="00814345"/>
    <w:rsid w:val="00817A17"/>
    <w:rsid w:val="008212E3"/>
    <w:rsid w:val="00821768"/>
    <w:rsid w:val="00822354"/>
    <w:rsid w:val="0082339A"/>
    <w:rsid w:val="00825D83"/>
    <w:rsid w:val="00830470"/>
    <w:rsid w:val="00835571"/>
    <w:rsid w:val="00835858"/>
    <w:rsid w:val="00843761"/>
    <w:rsid w:val="00843ED5"/>
    <w:rsid w:val="00844475"/>
    <w:rsid w:val="00845A4C"/>
    <w:rsid w:val="00852F70"/>
    <w:rsid w:val="0085305B"/>
    <w:rsid w:val="00853EBC"/>
    <w:rsid w:val="00862A9F"/>
    <w:rsid w:val="0087085A"/>
    <w:rsid w:val="00873762"/>
    <w:rsid w:val="008762F1"/>
    <w:rsid w:val="00880419"/>
    <w:rsid w:val="008825D1"/>
    <w:rsid w:val="008840AA"/>
    <w:rsid w:val="008919F2"/>
    <w:rsid w:val="00895B0A"/>
    <w:rsid w:val="008A57E4"/>
    <w:rsid w:val="008B041F"/>
    <w:rsid w:val="008B40A9"/>
    <w:rsid w:val="008B5461"/>
    <w:rsid w:val="008B7E7B"/>
    <w:rsid w:val="008C2C9C"/>
    <w:rsid w:val="008C65F0"/>
    <w:rsid w:val="008C7083"/>
    <w:rsid w:val="008C7614"/>
    <w:rsid w:val="008D2705"/>
    <w:rsid w:val="008D2B8E"/>
    <w:rsid w:val="008D4634"/>
    <w:rsid w:val="008D639C"/>
    <w:rsid w:val="008D6FC0"/>
    <w:rsid w:val="008E383D"/>
    <w:rsid w:val="008E4459"/>
    <w:rsid w:val="008E5E6B"/>
    <w:rsid w:val="008E7D61"/>
    <w:rsid w:val="008F0B50"/>
    <w:rsid w:val="008F5475"/>
    <w:rsid w:val="00907702"/>
    <w:rsid w:val="0091786B"/>
    <w:rsid w:val="009242CD"/>
    <w:rsid w:val="00925A38"/>
    <w:rsid w:val="009303F6"/>
    <w:rsid w:val="00933D5E"/>
    <w:rsid w:val="00935282"/>
    <w:rsid w:val="009370A4"/>
    <w:rsid w:val="00945B6F"/>
    <w:rsid w:val="0094752E"/>
    <w:rsid w:val="0095307C"/>
    <w:rsid w:val="009600B2"/>
    <w:rsid w:val="009606D0"/>
    <w:rsid w:val="00966B74"/>
    <w:rsid w:val="00987FBB"/>
    <w:rsid w:val="009919BB"/>
    <w:rsid w:val="00991B7D"/>
    <w:rsid w:val="00991E6B"/>
    <w:rsid w:val="0099451A"/>
    <w:rsid w:val="0099479D"/>
    <w:rsid w:val="00996088"/>
    <w:rsid w:val="009A15D5"/>
    <w:rsid w:val="009A7AA4"/>
    <w:rsid w:val="009B2534"/>
    <w:rsid w:val="009B35B3"/>
    <w:rsid w:val="009B3EF7"/>
    <w:rsid w:val="009B618E"/>
    <w:rsid w:val="009B732C"/>
    <w:rsid w:val="009C0B9B"/>
    <w:rsid w:val="009C13F6"/>
    <w:rsid w:val="009C5C50"/>
    <w:rsid w:val="009D1027"/>
    <w:rsid w:val="009D1BD9"/>
    <w:rsid w:val="009D389F"/>
    <w:rsid w:val="009D58D3"/>
    <w:rsid w:val="009D68DB"/>
    <w:rsid w:val="009E1A8E"/>
    <w:rsid w:val="009E3C73"/>
    <w:rsid w:val="009E7F4A"/>
    <w:rsid w:val="009F3C09"/>
    <w:rsid w:val="009F799B"/>
    <w:rsid w:val="00A10E66"/>
    <w:rsid w:val="00A11E45"/>
    <w:rsid w:val="00A1244E"/>
    <w:rsid w:val="00A131E0"/>
    <w:rsid w:val="00A133C9"/>
    <w:rsid w:val="00A13FDE"/>
    <w:rsid w:val="00A169E7"/>
    <w:rsid w:val="00A175F2"/>
    <w:rsid w:val="00A32588"/>
    <w:rsid w:val="00A3690A"/>
    <w:rsid w:val="00A40436"/>
    <w:rsid w:val="00A50927"/>
    <w:rsid w:val="00A66CC1"/>
    <w:rsid w:val="00A80733"/>
    <w:rsid w:val="00A81A0E"/>
    <w:rsid w:val="00A8383A"/>
    <w:rsid w:val="00A83F5F"/>
    <w:rsid w:val="00A86F54"/>
    <w:rsid w:val="00A903DA"/>
    <w:rsid w:val="00AA1677"/>
    <w:rsid w:val="00AA3265"/>
    <w:rsid w:val="00AA5718"/>
    <w:rsid w:val="00AB1C97"/>
    <w:rsid w:val="00AB63A1"/>
    <w:rsid w:val="00AC0541"/>
    <w:rsid w:val="00AC0DA9"/>
    <w:rsid w:val="00AC1A13"/>
    <w:rsid w:val="00AC4752"/>
    <w:rsid w:val="00AC62D2"/>
    <w:rsid w:val="00AC6704"/>
    <w:rsid w:val="00AC7AF3"/>
    <w:rsid w:val="00AD2EA7"/>
    <w:rsid w:val="00AD61FC"/>
    <w:rsid w:val="00AD6537"/>
    <w:rsid w:val="00AE02A8"/>
    <w:rsid w:val="00AE3535"/>
    <w:rsid w:val="00AF54B4"/>
    <w:rsid w:val="00B0135C"/>
    <w:rsid w:val="00B03E23"/>
    <w:rsid w:val="00B068B0"/>
    <w:rsid w:val="00B06B39"/>
    <w:rsid w:val="00B2073F"/>
    <w:rsid w:val="00B2207A"/>
    <w:rsid w:val="00B33770"/>
    <w:rsid w:val="00B341F2"/>
    <w:rsid w:val="00B421FC"/>
    <w:rsid w:val="00B50758"/>
    <w:rsid w:val="00B5548F"/>
    <w:rsid w:val="00B57322"/>
    <w:rsid w:val="00B6175A"/>
    <w:rsid w:val="00B638EC"/>
    <w:rsid w:val="00B677AB"/>
    <w:rsid w:val="00B714A3"/>
    <w:rsid w:val="00B7378D"/>
    <w:rsid w:val="00B73DD3"/>
    <w:rsid w:val="00B7512F"/>
    <w:rsid w:val="00B7694D"/>
    <w:rsid w:val="00B80076"/>
    <w:rsid w:val="00B82055"/>
    <w:rsid w:val="00B82BF1"/>
    <w:rsid w:val="00B87D43"/>
    <w:rsid w:val="00B92346"/>
    <w:rsid w:val="00B95033"/>
    <w:rsid w:val="00B95C9B"/>
    <w:rsid w:val="00B96991"/>
    <w:rsid w:val="00B96D5A"/>
    <w:rsid w:val="00BA7AAE"/>
    <w:rsid w:val="00BA7D3A"/>
    <w:rsid w:val="00BB2375"/>
    <w:rsid w:val="00BC1A62"/>
    <w:rsid w:val="00BC586B"/>
    <w:rsid w:val="00BC6CFE"/>
    <w:rsid w:val="00BD078E"/>
    <w:rsid w:val="00BD0838"/>
    <w:rsid w:val="00BD38D8"/>
    <w:rsid w:val="00BD3CCF"/>
    <w:rsid w:val="00BE0CC9"/>
    <w:rsid w:val="00BE1676"/>
    <w:rsid w:val="00BE48E3"/>
    <w:rsid w:val="00BF1DB4"/>
    <w:rsid w:val="00BF4D7C"/>
    <w:rsid w:val="00BF7997"/>
    <w:rsid w:val="00C024B6"/>
    <w:rsid w:val="00C11777"/>
    <w:rsid w:val="00C120B5"/>
    <w:rsid w:val="00C2166B"/>
    <w:rsid w:val="00C2450F"/>
    <w:rsid w:val="00C24611"/>
    <w:rsid w:val="00C24F66"/>
    <w:rsid w:val="00C276FE"/>
    <w:rsid w:val="00C27B07"/>
    <w:rsid w:val="00C34BE3"/>
    <w:rsid w:val="00C35DBF"/>
    <w:rsid w:val="00C371C4"/>
    <w:rsid w:val="00C40B50"/>
    <w:rsid w:val="00C40F3D"/>
    <w:rsid w:val="00C41704"/>
    <w:rsid w:val="00C41FC5"/>
    <w:rsid w:val="00C46A84"/>
    <w:rsid w:val="00C46C6D"/>
    <w:rsid w:val="00C46FC4"/>
    <w:rsid w:val="00C52202"/>
    <w:rsid w:val="00C534A4"/>
    <w:rsid w:val="00C63184"/>
    <w:rsid w:val="00C63A8A"/>
    <w:rsid w:val="00C63F6F"/>
    <w:rsid w:val="00C6686C"/>
    <w:rsid w:val="00C66C29"/>
    <w:rsid w:val="00C77DDA"/>
    <w:rsid w:val="00C81B0C"/>
    <w:rsid w:val="00C83346"/>
    <w:rsid w:val="00C87025"/>
    <w:rsid w:val="00C875D0"/>
    <w:rsid w:val="00C908A5"/>
    <w:rsid w:val="00C972DE"/>
    <w:rsid w:val="00C97469"/>
    <w:rsid w:val="00C97778"/>
    <w:rsid w:val="00CA00E3"/>
    <w:rsid w:val="00CA48E0"/>
    <w:rsid w:val="00CA583B"/>
    <w:rsid w:val="00CA5F0B"/>
    <w:rsid w:val="00CA7674"/>
    <w:rsid w:val="00CB38CE"/>
    <w:rsid w:val="00CB79D7"/>
    <w:rsid w:val="00CC3824"/>
    <w:rsid w:val="00CC4EF2"/>
    <w:rsid w:val="00CD3C69"/>
    <w:rsid w:val="00CD56D9"/>
    <w:rsid w:val="00CD7A7A"/>
    <w:rsid w:val="00CE5416"/>
    <w:rsid w:val="00CE6574"/>
    <w:rsid w:val="00CF2B77"/>
    <w:rsid w:val="00CF2C09"/>
    <w:rsid w:val="00CF3D40"/>
    <w:rsid w:val="00CF4303"/>
    <w:rsid w:val="00CF45BF"/>
    <w:rsid w:val="00CF4629"/>
    <w:rsid w:val="00D014D4"/>
    <w:rsid w:val="00D01736"/>
    <w:rsid w:val="00D106F1"/>
    <w:rsid w:val="00D136BB"/>
    <w:rsid w:val="00D14C57"/>
    <w:rsid w:val="00D14DDA"/>
    <w:rsid w:val="00D16586"/>
    <w:rsid w:val="00D20668"/>
    <w:rsid w:val="00D31DAB"/>
    <w:rsid w:val="00D37DEC"/>
    <w:rsid w:val="00D40650"/>
    <w:rsid w:val="00D4233C"/>
    <w:rsid w:val="00D42F19"/>
    <w:rsid w:val="00D439AE"/>
    <w:rsid w:val="00D44BDE"/>
    <w:rsid w:val="00D45A24"/>
    <w:rsid w:val="00D54587"/>
    <w:rsid w:val="00D55CEB"/>
    <w:rsid w:val="00D56102"/>
    <w:rsid w:val="00D571B6"/>
    <w:rsid w:val="00D57F8E"/>
    <w:rsid w:val="00D67F9F"/>
    <w:rsid w:val="00D800AA"/>
    <w:rsid w:val="00D80E7D"/>
    <w:rsid w:val="00D8336A"/>
    <w:rsid w:val="00D83DB1"/>
    <w:rsid w:val="00D84817"/>
    <w:rsid w:val="00D866F7"/>
    <w:rsid w:val="00D8763D"/>
    <w:rsid w:val="00D90EE9"/>
    <w:rsid w:val="00D90FBA"/>
    <w:rsid w:val="00D94CE5"/>
    <w:rsid w:val="00DA070A"/>
    <w:rsid w:val="00DA4910"/>
    <w:rsid w:val="00DB2AD3"/>
    <w:rsid w:val="00DB3683"/>
    <w:rsid w:val="00DB7930"/>
    <w:rsid w:val="00DD0C33"/>
    <w:rsid w:val="00DD4844"/>
    <w:rsid w:val="00DE1CC2"/>
    <w:rsid w:val="00DE4018"/>
    <w:rsid w:val="00DF2243"/>
    <w:rsid w:val="00DF44DF"/>
    <w:rsid w:val="00E00A28"/>
    <w:rsid w:val="00E023F6"/>
    <w:rsid w:val="00E03DBB"/>
    <w:rsid w:val="00E05AE9"/>
    <w:rsid w:val="00E16326"/>
    <w:rsid w:val="00E16EEC"/>
    <w:rsid w:val="00E171E4"/>
    <w:rsid w:val="00E22754"/>
    <w:rsid w:val="00E22A64"/>
    <w:rsid w:val="00E353E2"/>
    <w:rsid w:val="00E35C99"/>
    <w:rsid w:val="00E35D29"/>
    <w:rsid w:val="00E401D7"/>
    <w:rsid w:val="00E40524"/>
    <w:rsid w:val="00E43E92"/>
    <w:rsid w:val="00E45DC4"/>
    <w:rsid w:val="00E47D95"/>
    <w:rsid w:val="00E544F4"/>
    <w:rsid w:val="00E545E4"/>
    <w:rsid w:val="00E57D26"/>
    <w:rsid w:val="00E57E5A"/>
    <w:rsid w:val="00E63CD0"/>
    <w:rsid w:val="00E70270"/>
    <w:rsid w:val="00E7109E"/>
    <w:rsid w:val="00E73432"/>
    <w:rsid w:val="00E760C9"/>
    <w:rsid w:val="00E76F15"/>
    <w:rsid w:val="00E803F6"/>
    <w:rsid w:val="00E809A7"/>
    <w:rsid w:val="00E83ED8"/>
    <w:rsid w:val="00E84F97"/>
    <w:rsid w:val="00E90B5F"/>
    <w:rsid w:val="00E92393"/>
    <w:rsid w:val="00EA5E84"/>
    <w:rsid w:val="00EA65D1"/>
    <w:rsid w:val="00EB0D85"/>
    <w:rsid w:val="00EB4745"/>
    <w:rsid w:val="00EB4795"/>
    <w:rsid w:val="00EB50AB"/>
    <w:rsid w:val="00EC08E2"/>
    <w:rsid w:val="00EC0EBD"/>
    <w:rsid w:val="00EC6BE4"/>
    <w:rsid w:val="00EC722B"/>
    <w:rsid w:val="00ED19C9"/>
    <w:rsid w:val="00EE57E2"/>
    <w:rsid w:val="00EE64CC"/>
    <w:rsid w:val="00EF57B5"/>
    <w:rsid w:val="00F01B7B"/>
    <w:rsid w:val="00F06D6B"/>
    <w:rsid w:val="00F11181"/>
    <w:rsid w:val="00F13206"/>
    <w:rsid w:val="00F15212"/>
    <w:rsid w:val="00F24D11"/>
    <w:rsid w:val="00F2612A"/>
    <w:rsid w:val="00F27994"/>
    <w:rsid w:val="00F343E9"/>
    <w:rsid w:val="00F35E94"/>
    <w:rsid w:val="00F4018E"/>
    <w:rsid w:val="00F46036"/>
    <w:rsid w:val="00F46755"/>
    <w:rsid w:val="00F626A5"/>
    <w:rsid w:val="00F70317"/>
    <w:rsid w:val="00F721F1"/>
    <w:rsid w:val="00F8186F"/>
    <w:rsid w:val="00F81E66"/>
    <w:rsid w:val="00F82F10"/>
    <w:rsid w:val="00F833BB"/>
    <w:rsid w:val="00F84AC4"/>
    <w:rsid w:val="00F86D2D"/>
    <w:rsid w:val="00F93B45"/>
    <w:rsid w:val="00F9645B"/>
    <w:rsid w:val="00F968E6"/>
    <w:rsid w:val="00F9773D"/>
    <w:rsid w:val="00F97FE4"/>
    <w:rsid w:val="00FA1196"/>
    <w:rsid w:val="00FA1A88"/>
    <w:rsid w:val="00FA615A"/>
    <w:rsid w:val="00FB3A3C"/>
    <w:rsid w:val="00FB642C"/>
    <w:rsid w:val="00FC238C"/>
    <w:rsid w:val="00FC2D7A"/>
    <w:rsid w:val="00FC6512"/>
    <w:rsid w:val="00FD00F9"/>
    <w:rsid w:val="00FD34B6"/>
    <w:rsid w:val="00FD3DFE"/>
    <w:rsid w:val="00FD5097"/>
    <w:rsid w:val="00FE2989"/>
    <w:rsid w:val="00FE7AA8"/>
    <w:rsid w:val="00FE7C85"/>
    <w:rsid w:val="00FF189A"/>
    <w:rsid w:val="00FF273B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A7BD2B6-52CF-470D-9EF5-06936B13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Jalus">
    <w:name w:val="footer"/>
    <w:basedOn w:val="Normaallaad"/>
    <w:link w:val="JalusMrk"/>
    <w:autoRedefine/>
    <w:uiPriority w:val="99"/>
    <w:qFormat/>
    <w:rsid w:val="00361983"/>
    <w:pPr>
      <w:spacing w:line="240" w:lineRule="auto"/>
      <w:jc w:val="left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835858"/>
    <w:pPr>
      <w:widowControl/>
      <w:suppressAutoHyphens w:val="0"/>
      <w:spacing w:after="560" w:line="240" w:lineRule="auto"/>
      <w:jc w:val="left"/>
    </w:pPr>
    <w:rPr>
      <w:b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A175F2"/>
    <w:pPr>
      <w:tabs>
        <w:tab w:val="left" w:pos="5670"/>
      </w:tabs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Kommentaaritekst">
    <w:name w:val="annotation text"/>
    <w:basedOn w:val="Normaallaad"/>
    <w:link w:val="KommentaaritekstMrk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character" w:styleId="Kommentaariviide">
    <w:name w:val="annotation reference"/>
    <w:basedOn w:val="Liguvaikefont"/>
    <w:uiPriority w:val="99"/>
    <w:rsid w:val="00C11777"/>
    <w:rPr>
      <w:rFonts w:cs="Times New Roman"/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C1177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paragraph" w:styleId="Vahedeta">
    <w:name w:val="No Spacing"/>
    <w:uiPriority w:val="1"/>
    <w:qFormat/>
    <w:rsid w:val="008B7E7B"/>
    <w:pPr>
      <w:jc w:val="both"/>
    </w:pPr>
    <w:rPr>
      <w:rFonts w:eastAsiaTheme="minorEastAsia"/>
      <w:sz w:val="24"/>
      <w:szCs w:val="24"/>
      <w:lang w:eastAsia="en-US"/>
    </w:rPr>
  </w:style>
  <w:style w:type="paragraph" w:customStyle="1" w:styleId="Default">
    <w:name w:val="Default"/>
    <w:rsid w:val="0031305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65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5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5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5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5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5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5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5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E5615F5-E64A-480B-A2D1-539151E1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47</TotalTime>
  <Pages>1</Pages>
  <Words>172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Taisto Toiger</cp:lastModifiedBy>
  <cp:revision>11</cp:revision>
  <cp:lastPrinted>2016-10-07T08:31:00Z</cp:lastPrinted>
  <dcterms:created xsi:type="dcterms:W3CDTF">2019-03-12T07:28:00Z</dcterms:created>
  <dcterms:modified xsi:type="dcterms:W3CDTF">2019-03-12T08:41:00Z</dcterms:modified>
</cp:coreProperties>
</file>